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A48" w:rsidRPr="00AF4863" w:rsidRDefault="007E5FA4" w:rsidP="00E86A48">
      <w:pPr>
        <w:pStyle w:val="Ttulo1"/>
        <w:spacing w:before="0" w:line="240" w:lineRule="auto"/>
        <w:ind w:left="708" w:hanging="708"/>
        <w:jc w:val="center"/>
        <w:rPr>
          <w:lang w:val="en-GB"/>
        </w:rPr>
      </w:pPr>
      <w:bookmarkStart w:id="0" w:name="_GoBack"/>
      <w:r w:rsidRPr="00AF4863">
        <w:rPr>
          <w:lang w:val="en-GB"/>
        </w:rPr>
        <w:t>RICARDO SENDULSKY</w:t>
      </w:r>
      <w:r w:rsidR="009C746C" w:rsidRPr="00AF4863">
        <w:rPr>
          <w:lang w:val="en-GB"/>
        </w:rPr>
        <w:t xml:space="preserve">, </w:t>
      </w:r>
      <w:r w:rsidR="005C331F" w:rsidRPr="00AF4863">
        <w:rPr>
          <w:lang w:val="en-GB"/>
        </w:rPr>
        <w:t>CAE</w:t>
      </w:r>
      <w:r w:rsidR="00E86A48" w:rsidRPr="00AF4863">
        <w:rPr>
          <w:lang w:val="en-GB"/>
        </w:rPr>
        <w:t xml:space="preserve"> C1 </w:t>
      </w:r>
      <w:r w:rsidR="00AF4863" w:rsidRPr="00AF4863">
        <w:rPr>
          <w:lang w:val="en-GB"/>
        </w:rPr>
        <w:t>ATT</w:t>
      </w:r>
      <w:r w:rsidR="00AF4863">
        <w:rPr>
          <w:lang w:val="en-GB"/>
        </w:rPr>
        <w:t>ITUDES TOWARD SCIENCE</w:t>
      </w:r>
    </w:p>
    <w:bookmarkEnd w:id="0"/>
    <w:p w:rsidR="00E336DB" w:rsidRDefault="009C746C" w:rsidP="00F12008">
      <w:pPr>
        <w:pStyle w:val="Ttulo1"/>
        <w:spacing w:before="0" w:line="240" w:lineRule="auto"/>
        <w:ind w:left="708" w:hanging="708"/>
        <w:jc w:val="center"/>
        <w:rPr>
          <w:vertAlign w:val="superscript"/>
        </w:rPr>
      </w:pPr>
      <w:r w:rsidRPr="00AF4863">
        <w:rPr>
          <w:lang w:val="en-GB"/>
        </w:rPr>
        <w:t xml:space="preserve"> </w:t>
      </w:r>
      <w:r w:rsidR="00BB43A1">
        <w:rPr>
          <w:vertAlign w:val="superscript"/>
        </w:rPr>
        <w:t>(</w:t>
      </w:r>
      <w:r w:rsidR="00AB06DE">
        <w:rPr>
          <w:vertAlign w:val="superscript"/>
        </w:rPr>
        <w:t xml:space="preserve">COPY </w:t>
      </w:r>
      <w:r w:rsidR="00AB06DE" w:rsidRPr="00AB06DE">
        <w:rPr>
          <w:b w:val="0"/>
          <w:color w:val="000090"/>
          <w:vertAlign w:val="superscript"/>
        </w:rPr>
        <w:t>THE</w:t>
      </w:r>
      <w:r w:rsidR="00AB06DE">
        <w:rPr>
          <w:vertAlign w:val="superscript"/>
        </w:rPr>
        <w:t xml:space="preserve"> TITLE ABOVE INTO</w:t>
      </w:r>
      <w:r w:rsidR="00BB43A1" w:rsidRPr="00BB43A1">
        <w:rPr>
          <w:vertAlign w:val="superscript"/>
        </w:rPr>
        <w:t xml:space="preserve"> the subject title of your email)</w:t>
      </w:r>
    </w:p>
    <w:p w:rsidR="00AF4863" w:rsidRPr="00AF4863" w:rsidRDefault="00AF4863" w:rsidP="00AF4863">
      <w:pPr>
        <w:rPr>
          <w:lang w:val="en-US"/>
        </w:rPr>
      </w:pPr>
      <w:r>
        <w:rPr>
          <w:noProof/>
        </w:rPr>
        <w:drawing>
          <wp:inline distT="0" distB="0" distL="0" distR="0" wp14:anchorId="708E8481" wp14:editId="6A9FAF06">
            <wp:extent cx="5273040" cy="2601595"/>
            <wp:effectExtent l="0" t="0" r="3810" b="825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601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746C" w:rsidRPr="00FC4296" w:rsidRDefault="00D2355A" w:rsidP="009C746C">
      <w:pPr>
        <w:rPr>
          <w:b/>
          <w:sz w:val="22"/>
        </w:rPr>
      </w:pPr>
      <w:r>
        <w:rPr>
          <w:noProof/>
          <w:lang w:val="en-US" w:eastAsia="en-US"/>
        </w:rPr>
        <w:t xml:space="preserve"> </w:t>
      </w:r>
      <w:r w:rsidRPr="00FC4296">
        <w:rPr>
          <w:b/>
          <w:sz w:val="22"/>
        </w:rPr>
        <w:t>(</w:t>
      </w:r>
      <w:r w:rsidR="00007E49">
        <w:rPr>
          <w:b/>
          <w:sz w:val="22"/>
        </w:rPr>
        <w:t>2</w:t>
      </w:r>
      <w:r w:rsidR="00AF4863">
        <w:rPr>
          <w:b/>
          <w:sz w:val="22"/>
        </w:rPr>
        <w:t>6</w:t>
      </w:r>
      <w:r w:rsidR="009C746C" w:rsidRPr="00FC4296">
        <w:rPr>
          <w:b/>
          <w:sz w:val="22"/>
        </w:rPr>
        <w:t xml:space="preserve">0 words max.  Please check the </w:t>
      </w:r>
      <w:r w:rsidR="00FC4296" w:rsidRPr="00FC4296">
        <w:rPr>
          <w:b/>
          <w:sz w:val="22"/>
        </w:rPr>
        <w:t xml:space="preserve">SPELLING AND </w:t>
      </w:r>
      <w:r w:rsidR="009C746C" w:rsidRPr="00FC4296">
        <w:rPr>
          <w:b/>
          <w:sz w:val="22"/>
        </w:rPr>
        <w:t>word count before sending)</w:t>
      </w:r>
    </w:p>
    <w:sectPr w:rsidR="009C746C" w:rsidRPr="00FC4296" w:rsidSect="00196ABE">
      <w:pgSz w:w="11904" w:h="16835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Pro-Semi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halkduster">
    <w:charset w:val="00"/>
    <w:family w:val="auto"/>
    <w:pitch w:val="variable"/>
    <w:sig w:usb0="80000023" w:usb1="00000000" w:usb2="00000000" w:usb3="00000000" w:csb0="00000001" w:csb1="00000000"/>
  </w:font>
  <w:font w:name="Mareks font e">
    <w:altName w:val="Calibri"/>
    <w:charset w:val="00"/>
    <w:family w:val="auto"/>
    <w:pitch w:val="variable"/>
    <w:sig w:usb0="00000003" w:usb1="08000000" w:usb2="14000000" w:usb3="00000000" w:csb0="00000001" w:csb1="00000000"/>
  </w:font>
  <w:font w:name="Mareks FontRegular">
    <w:altName w:val="Calibri"/>
    <w:charset w:val="00"/>
    <w:family w:val="auto"/>
    <w:pitch w:val="variable"/>
    <w:sig w:usb0="00000003" w:usb1="08000000" w:usb2="14000000" w:usb3="00000000" w:csb0="00000001" w:csb1="00000000"/>
  </w:font>
  <w:font w:name="Mareks font o">
    <w:charset w:val="00"/>
    <w:family w:val="auto"/>
    <w:pitch w:val="variable"/>
    <w:sig w:usb0="00000003" w:usb1="08000000" w:usb2="14000000" w:usb3="00000000" w:csb0="00000001" w:csb1="00000000"/>
  </w:font>
  <w:font w:name="MarekConnellEnglish u">
    <w:charset w:val="00"/>
    <w:family w:val="auto"/>
    <w:pitch w:val="variable"/>
    <w:sig w:usb0="00000003" w:usb1="08000000" w:usb2="14000000" w:usb3="00000000" w:csb0="00000001" w:csb1="00000000"/>
  </w:font>
  <w:font w:name="MarekConnellEnglish Le">
    <w:charset w:val="00"/>
    <w:family w:val="auto"/>
    <w:pitch w:val="variable"/>
    <w:sig w:usb0="00000003" w:usb1="08000000" w:usb2="14000000" w:usb3="00000000" w:csb0="00000001" w:csb1="00000000"/>
  </w:font>
  <w:font w:name="Shwas">
    <w:charset w:val="00"/>
    <w:family w:val="auto"/>
    <w:pitch w:val="variable"/>
    <w:sig w:usb0="00000003" w:usb1="08000000" w:usb2="14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5FA4"/>
    <w:rsid w:val="00007E49"/>
    <w:rsid w:val="000727FB"/>
    <w:rsid w:val="00134F31"/>
    <w:rsid w:val="00196ABE"/>
    <w:rsid w:val="001B54CF"/>
    <w:rsid w:val="00250F78"/>
    <w:rsid w:val="0029107E"/>
    <w:rsid w:val="002D07AC"/>
    <w:rsid w:val="004A3862"/>
    <w:rsid w:val="004E3824"/>
    <w:rsid w:val="005B4B7C"/>
    <w:rsid w:val="005C331F"/>
    <w:rsid w:val="0068508C"/>
    <w:rsid w:val="0070617D"/>
    <w:rsid w:val="0071259B"/>
    <w:rsid w:val="00776E51"/>
    <w:rsid w:val="007E5FA4"/>
    <w:rsid w:val="00831AD4"/>
    <w:rsid w:val="008564A5"/>
    <w:rsid w:val="009C746C"/>
    <w:rsid w:val="009E6D75"/>
    <w:rsid w:val="009F5CD3"/>
    <w:rsid w:val="00AB06DE"/>
    <w:rsid w:val="00AF4863"/>
    <w:rsid w:val="00B040F3"/>
    <w:rsid w:val="00B17643"/>
    <w:rsid w:val="00BB43A1"/>
    <w:rsid w:val="00BD590E"/>
    <w:rsid w:val="00C03574"/>
    <w:rsid w:val="00C35E9E"/>
    <w:rsid w:val="00C413DC"/>
    <w:rsid w:val="00CC26C6"/>
    <w:rsid w:val="00D2355A"/>
    <w:rsid w:val="00D86CB7"/>
    <w:rsid w:val="00E336DB"/>
    <w:rsid w:val="00E86A48"/>
    <w:rsid w:val="00EA04A8"/>
    <w:rsid w:val="00F12008"/>
    <w:rsid w:val="00F27EEA"/>
    <w:rsid w:val="00FC4296"/>
    <w:rsid w:val="00FE2BB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EBFE6DA"/>
  <w15:docId w15:val="{6006E344-D081-4BCD-9F11-1EE395681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Ttulo1">
    <w:name w:val="heading 1"/>
    <w:basedOn w:val="Normal"/>
    <w:next w:val="Normal"/>
    <w:link w:val="Ttulo1C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MS Gothic" w:hAnsi="Calibri"/>
      <w:b/>
      <w:bCs/>
      <w:color w:val="345A8A"/>
      <w:sz w:val="32"/>
      <w:szCs w:val="32"/>
      <w:lang w:val="en-US"/>
    </w:rPr>
  </w:style>
  <w:style w:type="paragraph" w:styleId="Ttulo4">
    <w:name w:val="heading 4"/>
    <w:aliases w:val="Spanish 2, alt + s"/>
    <w:basedOn w:val="Normal"/>
    <w:next w:val="Normal"/>
    <w:link w:val="Ttulo4C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basedOn w:val="Normal"/>
    <w:link w:val="SinespaciadoC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SinespaciadoCar">
    <w:name w:val="Sin espaciado Car"/>
    <w:link w:val="Sinespaciado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Ttulo1Car">
    <w:name w:val="Título 1 Car"/>
    <w:link w:val="Ttulo1"/>
    <w:uiPriority w:val="9"/>
    <w:rsid w:val="00E336DB"/>
    <w:rPr>
      <w:rFonts w:ascii="Calibri" w:eastAsia="MS Gothic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Ttulo4Car">
    <w:name w:val="Título 4 Car"/>
    <w:aliases w:val="Spanish 2 Car, alt + s Car"/>
    <w:link w:val="Ttulo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character" w:customStyle="1" w:styleId="spanishactrlalt7">
    <w:name w:val="spanish a ctrl alt 7"/>
    <w:uiPriority w:val="1"/>
    <w:qFormat/>
    <w:rsid w:val="004E3824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choc">
    <w:name w:val="choc"/>
    <w:uiPriority w:val="1"/>
    <w:qFormat/>
    <w:rsid w:val="004E3824"/>
    <w:rPr>
      <w:b/>
      <w:color w:val="724828"/>
    </w:rPr>
  </w:style>
  <w:style w:type="character" w:customStyle="1" w:styleId="GOLDG">
    <w:name w:val="GOLD G"/>
    <w:uiPriority w:val="1"/>
    <w:qFormat/>
    <w:rsid w:val="00F12008"/>
    <w:rPr>
      <w:rFonts w:ascii="MarekConnellEnglish Le" w:hAnsi="MarekConnellEnglish Le"/>
      <w:b/>
      <w:color w:val="1F497D"/>
    </w:rPr>
  </w:style>
  <w:style w:type="character" w:customStyle="1" w:styleId="shwasp">
    <w:name w:val="shwas ^+p"/>
    <w:uiPriority w:val="1"/>
    <w:qFormat/>
    <w:rsid w:val="00F12008"/>
    <w:rPr>
      <w:rFonts w:ascii="Shwas" w:hAnsi="Shwas"/>
    </w:rPr>
  </w:style>
  <w:style w:type="character" w:customStyle="1" w:styleId="LEctrlL">
    <w:name w:val="LE ctrl +L"/>
    <w:uiPriority w:val="1"/>
    <w:qFormat/>
    <w:rsid w:val="00AB06DE"/>
    <w:rPr>
      <w:rFonts w:ascii="MarekConnellEnglish Le" w:hAnsi="MarekConnellEnglish Le"/>
    </w:rPr>
  </w:style>
  <w:style w:type="table" w:styleId="Tablaconcuadrcula">
    <w:name w:val="Table Grid"/>
    <w:basedOn w:val="Tablanormal"/>
    <w:uiPriority w:val="59"/>
    <w:rsid w:val="00D23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R">
    <w:name w:val="[C] ⇧R"/>
    <w:uiPriority w:val="1"/>
    <w:qFormat/>
    <w:rsid w:val="00D2355A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  <w14:textOutline w14:w="3175" w14:cap="rnd" w14:cmpd="sng" w14:algn="ctr">
        <w14:solidFill>
          <w14:srgbClr w14:val="000000"/>
        </w14:solidFill>
        <w14:prstDash w14:val="solid"/>
        <w14:bevel/>
      </w14:textOutline>
    </w:rPr>
  </w:style>
  <w:style w:type="character" w:customStyle="1" w:styleId="ooctrlo">
    <w:name w:val="oo ctrl + o"/>
    <w:basedOn w:val="Fuentedeprrafopredeter"/>
    <w:uiPriority w:val="1"/>
    <w:qFormat/>
    <w:rsid w:val="00250F78"/>
    <w:rPr>
      <w:rFonts w:ascii="Mareks font o" w:hAnsi="Mareks font o"/>
      <w:spacing w:val="0"/>
      <w:sz w:val="44"/>
      <w:szCs w:val="44"/>
    </w:rPr>
  </w:style>
  <w:style w:type="character" w:customStyle="1" w:styleId="characterSpanishctlraltS">
    <w:name w:val="character Spanish ctlr+ alt + S"/>
    <w:basedOn w:val="Fuentedeprrafopredeter"/>
    <w:uiPriority w:val="1"/>
    <w:qFormat/>
    <w:rsid w:val="00250F78"/>
    <w:rPr>
      <w:rFonts w:ascii="Calibri" w:hAnsi="Calibri" w:cs="MyriadPro-Semibold"/>
      <w:b/>
      <w:bCs/>
      <w:i w:val="0"/>
      <w:iCs/>
      <w:color w:val="A6A6A6" w:themeColor="background1" w:themeShade="A6"/>
      <w:sz w:val="44"/>
      <w:szCs w:val="24"/>
      <w:lang w:val="en-US"/>
      <w14:shadow w14:blurRad="69850" w14:dist="43180" w14:dir="5400000" w14:sx="0" w14:sy="0" w14:kx="0" w14:ky="0" w14:algn="none">
        <w14:srgbClr w14:val="000000">
          <w14:alpha w14:val="35000"/>
        </w14:srgbClr>
      </w14:shadow>
      <w14:textOutline w14:w="3175" w14:cap="rnd" w14:cmpd="sng" w14:algn="ctr">
        <w14:solidFill>
          <w14:schemeClr w14:val="tx1"/>
        </w14:solidFill>
        <w14:prstDash w14:val="solid"/>
        <w14:bevel/>
      </w14:textOutline>
      <w14:textFill>
        <w14:gradFill>
          <w14:gsLst>
            <w14:gs w14:pos="0">
              <w14:srgbClr w14:val="FF0000"/>
            </w14:gs>
            <w14:gs w14:pos="100000">
              <w14:srgbClr w14:val="FF0000"/>
            </w14:gs>
            <w14:gs w14:pos="53000">
              <w14:srgbClr w14:val="FFFF00"/>
            </w14:gs>
            <w14:gs w14:pos="42000">
              <w14:srgbClr w14:val="FF0000"/>
            </w14:gs>
            <w14:gs w14:pos="74000">
              <w14:srgbClr w14:val="FF0000"/>
            </w14:gs>
            <w14:gs w14:pos="66000">
              <w14:srgbClr w14:val="FFFF00"/>
            </w14:gs>
            <w14:gs w14:pos="52000">
              <w14:srgbClr w14:val="FF0000"/>
            </w14:gs>
            <w14:gs w14:pos="67000">
              <w14:srgbClr w14:val="FF0000"/>
            </w14:gs>
          </w14:gsLst>
          <w14:lin w14:ang="5400000" w14:scaled="0"/>
        </w14:gradFill>
      </w14:textFill>
    </w:rPr>
  </w:style>
  <w:style w:type="character" w:styleId="Hipervnculo">
    <w:name w:val="Hyperlink"/>
    <w:basedOn w:val="Fuentedeprrafopredeter"/>
    <w:uiPriority w:val="99"/>
    <w:unhideWhenUsed/>
    <w:rsid w:val="002D07AC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D07AC"/>
    <w:rPr>
      <w:color w:val="800080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C331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331F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ario\Downloads\B2%20HOMEWORK%20week%2018%20B2%20INTERNET%20USE\NAME%20SURNAME,%20FCE%20W18%20INTERNET%20U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NAME SURNAME, FCE W18 INTERNET USE.dotx</Template>
  <TotalTime>87</TotalTime>
  <Pages>1</Pages>
  <Words>29</Words>
  <Characters>160</Characters>
  <Application>Microsoft Office Word</Application>
  <DocSecurity>0</DocSecurity>
  <Lines>1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NAME, SURNAME, HOMEWORK FCE p126-127 GAME REVIEW COMPLAINT </vt:lpstr>
      <vt:lpstr>(COPY THE TITLE ABOVE INTO the subject title of your email)</vt:lpstr>
    </vt:vector>
  </TitlesOfParts>
  <Company>goldsmiths college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ricardo sendulsky</cp:lastModifiedBy>
  <cp:revision>17</cp:revision>
  <cp:lastPrinted>2014-10-16T21:36:00Z</cp:lastPrinted>
  <dcterms:created xsi:type="dcterms:W3CDTF">2018-07-08T17:09:00Z</dcterms:created>
  <dcterms:modified xsi:type="dcterms:W3CDTF">2018-08-30T10:54:00Z</dcterms:modified>
</cp:coreProperties>
</file>